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43B" w:rsidRDefault="0059443B" w:rsidP="00ED628D">
      <w:pPr>
        <w:rPr>
          <w:sz w:val="28"/>
          <w:szCs w:val="28"/>
        </w:rPr>
      </w:pPr>
    </w:p>
    <w:p w:rsidR="0059443B" w:rsidRDefault="0059443B" w:rsidP="00ED628D">
      <w:pPr>
        <w:rPr>
          <w:sz w:val="28"/>
          <w:szCs w:val="28"/>
        </w:rPr>
      </w:pPr>
    </w:p>
    <w:p w:rsidR="0059443B" w:rsidRDefault="0059443B" w:rsidP="00ED628D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КЛИНИЧЕСКАЯ ФАРМАКОЛОГИЯ                  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 xml:space="preserve">   ВАРИАНТ          20</w:t>
      </w:r>
      <w:r>
        <w:rPr>
          <w:sz w:val="28"/>
          <w:szCs w:val="28"/>
          <w:lang w:val="en-US"/>
        </w:rPr>
        <w:t>12</w:t>
      </w:r>
      <w:r>
        <w:rPr>
          <w:sz w:val="28"/>
          <w:szCs w:val="28"/>
        </w:rPr>
        <w:t xml:space="preserve"> </w:t>
      </w:r>
    </w:p>
    <w:p w:rsidR="0059443B" w:rsidRPr="00B93E72" w:rsidRDefault="0059443B" w:rsidP="00ED628D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Промежуточное</w:t>
      </w:r>
      <w:r w:rsidRPr="00B93E72">
        <w:rPr>
          <w:b/>
          <w:bCs/>
          <w:color w:val="000000"/>
          <w:sz w:val="28"/>
          <w:szCs w:val="28"/>
        </w:rPr>
        <w:t xml:space="preserve"> тестирование</w:t>
      </w:r>
    </w:p>
    <w:p w:rsidR="0059443B" w:rsidRPr="00ED628D" w:rsidRDefault="0059443B" w:rsidP="00ED628D">
      <w:pPr>
        <w:rPr>
          <w:sz w:val="28"/>
          <w:szCs w:val="28"/>
          <w:lang w:val="en-US"/>
        </w:rPr>
      </w:pPr>
    </w:p>
    <w:p w:rsidR="0059443B" w:rsidRDefault="0059443B" w:rsidP="00ED628D">
      <w:pPr>
        <w:rPr>
          <w:sz w:val="28"/>
          <w:szCs w:val="28"/>
        </w:rPr>
      </w:pPr>
    </w:p>
    <w:tbl>
      <w:tblPr>
        <w:tblW w:w="8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"/>
        <w:gridCol w:w="1384"/>
        <w:gridCol w:w="774"/>
        <w:gridCol w:w="1154"/>
        <w:gridCol w:w="774"/>
        <w:gridCol w:w="1663"/>
        <w:gridCol w:w="783"/>
        <w:gridCol w:w="1323"/>
      </w:tblGrid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Pr="00060FD4" w:rsidRDefault="0059443B" w:rsidP="00861FF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154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663" w:type="dxa"/>
          </w:tcPr>
          <w:p w:rsidR="0059443B" w:rsidRDefault="0059443B">
            <w:r w:rsidRPr="0073522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32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Pr="00060FD4" w:rsidRDefault="0059443B" w:rsidP="00861FF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154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663" w:type="dxa"/>
          </w:tcPr>
          <w:p w:rsidR="0059443B" w:rsidRDefault="0059443B">
            <w:r w:rsidRPr="0073522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32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Pr="00060FD4" w:rsidRDefault="0059443B" w:rsidP="00861FF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154" w:type="dxa"/>
          </w:tcPr>
          <w:p w:rsidR="0059443B" w:rsidRDefault="0059443B">
            <w:r w:rsidRPr="00F9196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66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32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Pr="00060FD4" w:rsidRDefault="0059443B" w:rsidP="00861FF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154" w:type="dxa"/>
          </w:tcPr>
          <w:p w:rsidR="0059443B" w:rsidRDefault="0059443B">
            <w:r w:rsidRPr="00F9196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66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323" w:type="dxa"/>
          </w:tcPr>
          <w:p w:rsidR="0059443B" w:rsidRDefault="0059443B">
            <w:r w:rsidRPr="00517DDF">
              <w:rPr>
                <w:sz w:val="32"/>
                <w:szCs w:val="32"/>
                <w:lang w:val="en-US"/>
              </w:rPr>
              <w:t>1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Default="0059443B">
            <w:r w:rsidRPr="005D716D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154" w:type="dxa"/>
          </w:tcPr>
          <w:p w:rsidR="0059443B" w:rsidRDefault="0059443B">
            <w:r w:rsidRPr="00F9196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66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323" w:type="dxa"/>
          </w:tcPr>
          <w:p w:rsidR="0059443B" w:rsidRDefault="0059443B">
            <w:r w:rsidRPr="00517DDF">
              <w:rPr>
                <w:sz w:val="32"/>
                <w:szCs w:val="32"/>
                <w:lang w:val="en-US"/>
              </w:rPr>
              <w:t>1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Default="0059443B">
            <w:r w:rsidRPr="005D716D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154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66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323" w:type="dxa"/>
          </w:tcPr>
          <w:p w:rsidR="0059443B" w:rsidRDefault="0059443B">
            <w:r w:rsidRPr="00517DDF">
              <w:rPr>
                <w:sz w:val="32"/>
                <w:szCs w:val="32"/>
                <w:lang w:val="en-US"/>
              </w:rPr>
              <w:t>1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Pr="00060FD4" w:rsidRDefault="0059443B" w:rsidP="00861FF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154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66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32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Pr="00060FD4" w:rsidRDefault="0059443B" w:rsidP="00861FF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154" w:type="dxa"/>
          </w:tcPr>
          <w:p w:rsidR="0059443B" w:rsidRPr="00060FD4" w:rsidRDefault="0059443B" w:rsidP="004E6623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66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32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Pr="00060FD4" w:rsidRDefault="0059443B" w:rsidP="004E6623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154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663" w:type="dxa"/>
          </w:tcPr>
          <w:p w:rsidR="0059443B" w:rsidRPr="00060FD4" w:rsidRDefault="0059443B" w:rsidP="004E6623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32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Pr="00060FD4" w:rsidRDefault="0059443B" w:rsidP="00861FF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154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663" w:type="dxa"/>
          </w:tcPr>
          <w:p w:rsidR="0059443B" w:rsidRDefault="0059443B">
            <w:r w:rsidRPr="00BE350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323" w:type="dxa"/>
          </w:tcPr>
          <w:p w:rsidR="0059443B" w:rsidRDefault="0059443B">
            <w:r w:rsidRPr="005F2F6E">
              <w:rPr>
                <w:sz w:val="32"/>
                <w:szCs w:val="32"/>
                <w:lang w:val="en-US"/>
              </w:rPr>
              <w:t>1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154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663" w:type="dxa"/>
          </w:tcPr>
          <w:p w:rsidR="0059443B" w:rsidRDefault="0059443B">
            <w:r w:rsidRPr="00BE350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323" w:type="dxa"/>
          </w:tcPr>
          <w:p w:rsidR="0059443B" w:rsidRDefault="0059443B">
            <w:r w:rsidRPr="005F2F6E">
              <w:rPr>
                <w:sz w:val="32"/>
                <w:szCs w:val="32"/>
                <w:lang w:val="en-US"/>
              </w:rPr>
              <w:t>1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154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663" w:type="dxa"/>
          </w:tcPr>
          <w:p w:rsidR="0059443B" w:rsidRDefault="0059443B">
            <w:r w:rsidRPr="00BE350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32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Default="0059443B">
            <w:r w:rsidRPr="007E1723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154" w:type="dxa"/>
          </w:tcPr>
          <w:p w:rsidR="0059443B" w:rsidRPr="00060FD4" w:rsidRDefault="0059443B" w:rsidP="004E6623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663" w:type="dxa"/>
          </w:tcPr>
          <w:p w:rsidR="0059443B" w:rsidRDefault="0059443B">
            <w:r w:rsidRPr="00BE350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323" w:type="dxa"/>
          </w:tcPr>
          <w:p w:rsidR="0059443B" w:rsidRDefault="0059443B">
            <w:r w:rsidRPr="00540A35">
              <w:rPr>
                <w:sz w:val="32"/>
                <w:szCs w:val="32"/>
                <w:lang w:val="en-US"/>
              </w:rPr>
              <w:t>1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Default="0059443B">
            <w:r w:rsidRPr="007E1723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154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663" w:type="dxa"/>
          </w:tcPr>
          <w:p w:rsidR="0059443B" w:rsidRDefault="0059443B">
            <w:r w:rsidRPr="00BE350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323" w:type="dxa"/>
          </w:tcPr>
          <w:p w:rsidR="0059443B" w:rsidRDefault="0059443B">
            <w:r w:rsidRPr="00540A35">
              <w:rPr>
                <w:sz w:val="32"/>
                <w:szCs w:val="32"/>
                <w:lang w:val="en-US"/>
              </w:rPr>
              <w:t>1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Default="0059443B">
            <w:r w:rsidRPr="007E1723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154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663" w:type="dxa"/>
          </w:tcPr>
          <w:p w:rsidR="0059443B" w:rsidRDefault="0059443B">
            <w:r w:rsidRPr="00BE350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323" w:type="dxa"/>
          </w:tcPr>
          <w:p w:rsidR="0059443B" w:rsidRDefault="0059443B">
            <w:r w:rsidRPr="00540A35">
              <w:rPr>
                <w:sz w:val="32"/>
                <w:szCs w:val="32"/>
                <w:lang w:val="en-US"/>
              </w:rPr>
              <w:t>1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Default="0059443B">
            <w:r w:rsidRPr="007E1723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154" w:type="dxa"/>
          </w:tcPr>
          <w:p w:rsidR="0059443B" w:rsidRPr="00060FD4" w:rsidRDefault="0059443B" w:rsidP="006218C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66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32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154" w:type="dxa"/>
          </w:tcPr>
          <w:p w:rsidR="0059443B" w:rsidRPr="00060FD4" w:rsidRDefault="0059443B" w:rsidP="004E6623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66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32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Default="0059443B">
            <w:r w:rsidRPr="00401978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154" w:type="dxa"/>
          </w:tcPr>
          <w:p w:rsidR="0059443B" w:rsidRPr="00060FD4" w:rsidRDefault="0059443B" w:rsidP="006218C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663" w:type="dxa"/>
          </w:tcPr>
          <w:p w:rsidR="0059443B" w:rsidRPr="00060FD4" w:rsidRDefault="0059443B" w:rsidP="004E6623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32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Default="0059443B">
            <w:r w:rsidRPr="00401978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154" w:type="dxa"/>
          </w:tcPr>
          <w:p w:rsidR="0059443B" w:rsidRPr="00060FD4" w:rsidRDefault="0059443B" w:rsidP="006218C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663" w:type="dxa"/>
          </w:tcPr>
          <w:p w:rsidR="0059443B" w:rsidRPr="00060FD4" w:rsidRDefault="0059443B" w:rsidP="004E6623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32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154" w:type="dxa"/>
          </w:tcPr>
          <w:p w:rsidR="0059443B" w:rsidRDefault="0059443B">
            <w:r w:rsidRPr="00EA138A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66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32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Pr="00060FD4" w:rsidRDefault="0059443B" w:rsidP="004E6623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154" w:type="dxa"/>
          </w:tcPr>
          <w:p w:rsidR="0059443B" w:rsidRDefault="0059443B">
            <w:r w:rsidRPr="00EA138A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66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323" w:type="dxa"/>
          </w:tcPr>
          <w:p w:rsidR="0059443B" w:rsidRDefault="0059443B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Pr="00060FD4" w:rsidRDefault="0059443B" w:rsidP="004E6623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154" w:type="dxa"/>
          </w:tcPr>
          <w:p w:rsidR="0059443B" w:rsidRPr="00060FD4" w:rsidRDefault="0059443B" w:rsidP="004E6623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66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32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154" w:type="dxa"/>
          </w:tcPr>
          <w:p w:rsidR="0059443B" w:rsidRPr="00060FD4" w:rsidRDefault="0059443B" w:rsidP="006218C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66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323" w:type="dxa"/>
          </w:tcPr>
          <w:p w:rsidR="0059443B" w:rsidRDefault="0059443B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154" w:type="dxa"/>
          </w:tcPr>
          <w:p w:rsidR="0059443B" w:rsidRDefault="0059443B">
            <w:r w:rsidRPr="00717F6E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663" w:type="dxa"/>
          </w:tcPr>
          <w:p w:rsidR="0059443B" w:rsidRDefault="0059443B">
            <w:r w:rsidRPr="00E64379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32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59443B" w:rsidTr="00BC477A">
        <w:tc>
          <w:tcPr>
            <w:tcW w:w="964" w:type="dxa"/>
          </w:tcPr>
          <w:p w:rsidR="0059443B" w:rsidRDefault="0059443B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154" w:type="dxa"/>
          </w:tcPr>
          <w:p w:rsidR="0059443B" w:rsidRDefault="0059443B">
            <w:r w:rsidRPr="00717F6E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663" w:type="dxa"/>
          </w:tcPr>
          <w:p w:rsidR="0059443B" w:rsidRDefault="0059443B">
            <w:r w:rsidRPr="00E64379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59443B" w:rsidRDefault="0059443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323" w:type="dxa"/>
          </w:tcPr>
          <w:p w:rsidR="0059443B" w:rsidRPr="00060FD4" w:rsidRDefault="0059443B" w:rsidP="000B7CC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</w:tbl>
    <w:p w:rsidR="0059443B" w:rsidRDefault="0059443B" w:rsidP="00ED628D">
      <w:pPr>
        <w:rPr>
          <w:sz w:val="28"/>
          <w:szCs w:val="28"/>
        </w:rPr>
      </w:pPr>
    </w:p>
    <w:p w:rsidR="0059443B" w:rsidRDefault="0059443B"/>
    <w:sectPr w:rsidR="0059443B" w:rsidSect="00797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628D"/>
    <w:rsid w:val="00060FD4"/>
    <w:rsid w:val="000B7CCA"/>
    <w:rsid w:val="000D32F2"/>
    <w:rsid w:val="001206D5"/>
    <w:rsid w:val="002F57BC"/>
    <w:rsid w:val="003D0948"/>
    <w:rsid w:val="00401978"/>
    <w:rsid w:val="00452ADB"/>
    <w:rsid w:val="004E26A1"/>
    <w:rsid w:val="004E6623"/>
    <w:rsid w:val="00517DDF"/>
    <w:rsid w:val="00540A35"/>
    <w:rsid w:val="00562082"/>
    <w:rsid w:val="0059443B"/>
    <w:rsid w:val="005D716D"/>
    <w:rsid w:val="005E04D0"/>
    <w:rsid w:val="005F2F6E"/>
    <w:rsid w:val="006218CE"/>
    <w:rsid w:val="00671FCD"/>
    <w:rsid w:val="00717F6E"/>
    <w:rsid w:val="00735226"/>
    <w:rsid w:val="0077130F"/>
    <w:rsid w:val="00780A8A"/>
    <w:rsid w:val="0079780F"/>
    <w:rsid w:val="007E1723"/>
    <w:rsid w:val="00861FF4"/>
    <w:rsid w:val="00864EB4"/>
    <w:rsid w:val="008D6DE5"/>
    <w:rsid w:val="00940FFD"/>
    <w:rsid w:val="00A52D72"/>
    <w:rsid w:val="00AA21E9"/>
    <w:rsid w:val="00AB59AF"/>
    <w:rsid w:val="00B93E72"/>
    <w:rsid w:val="00BC477A"/>
    <w:rsid w:val="00BE3505"/>
    <w:rsid w:val="00BF6E30"/>
    <w:rsid w:val="00C95A23"/>
    <w:rsid w:val="00D124E2"/>
    <w:rsid w:val="00DB2CBE"/>
    <w:rsid w:val="00E64379"/>
    <w:rsid w:val="00EA138A"/>
    <w:rsid w:val="00ED628D"/>
    <w:rsid w:val="00F91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28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41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97</Words>
  <Characters>556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Admin</cp:lastModifiedBy>
  <cp:revision>6</cp:revision>
  <dcterms:created xsi:type="dcterms:W3CDTF">2012-06-25T03:39:00Z</dcterms:created>
  <dcterms:modified xsi:type="dcterms:W3CDTF">2013-05-16T18:04:00Z</dcterms:modified>
</cp:coreProperties>
</file>